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5387"/>
        <w:gridCol w:w="54"/>
        <w:gridCol w:w="1767"/>
        <w:gridCol w:w="2290"/>
      </w:tblGrid>
      <w:tr w:rsidR="00D46D0A" w:rsidTr="00F9120C">
        <w:trPr>
          <w:cantSplit/>
        </w:trPr>
        <w:tc>
          <w:tcPr>
            <w:tcW w:w="5387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46D0A" w:rsidRDefault="00D46D0A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54" w:type="dxa"/>
            <w:noWrap/>
            <w:vAlign w:val="bottom"/>
          </w:tcPr>
          <w:p w:rsidR="00D46D0A" w:rsidRDefault="00D46D0A">
            <w:pPr>
              <w:jc w:val="center"/>
              <w:rPr>
                <w:szCs w:val="28"/>
              </w:rPr>
            </w:pPr>
          </w:p>
        </w:tc>
        <w:tc>
          <w:tcPr>
            <w:tcW w:w="4057" w:type="dxa"/>
            <w:gridSpan w:val="2"/>
            <w:noWrap/>
            <w:vAlign w:val="bottom"/>
            <w:hideMark/>
          </w:tcPr>
          <w:p w:rsidR="00D46D0A" w:rsidRDefault="00D46D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 № 9</w:t>
            </w:r>
          </w:p>
          <w:p w:rsidR="00D46D0A" w:rsidRDefault="00D46D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 решению Думы</w:t>
            </w:r>
          </w:p>
          <w:p w:rsidR="00D46D0A" w:rsidRDefault="00D46D0A" w:rsidP="00F91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муниципального образования                                                   город-курорт Геленджик                                                            от </w:t>
            </w:r>
            <w:r w:rsidR="00F9120C">
              <w:rPr>
                <w:szCs w:val="28"/>
              </w:rPr>
              <w:t>25 сентября 2020 года</w:t>
            </w:r>
            <w:r>
              <w:rPr>
                <w:szCs w:val="28"/>
              </w:rPr>
              <w:t xml:space="preserve"> № </w:t>
            </w:r>
            <w:r w:rsidR="00F9120C">
              <w:rPr>
                <w:szCs w:val="28"/>
              </w:rPr>
              <w:t>278</w:t>
            </w:r>
          </w:p>
        </w:tc>
      </w:tr>
      <w:tr w:rsidR="00D46D0A" w:rsidTr="00F9120C">
        <w:trPr>
          <w:cantSplit/>
        </w:trPr>
        <w:tc>
          <w:tcPr>
            <w:tcW w:w="5387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46D0A" w:rsidRDefault="00D46D0A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54" w:type="dxa"/>
            <w:noWrap/>
            <w:vAlign w:val="bottom"/>
          </w:tcPr>
          <w:p w:rsidR="00D46D0A" w:rsidRDefault="00D46D0A">
            <w:pPr>
              <w:jc w:val="center"/>
              <w:rPr>
                <w:szCs w:val="28"/>
              </w:rPr>
            </w:pPr>
          </w:p>
        </w:tc>
        <w:tc>
          <w:tcPr>
            <w:tcW w:w="4057" w:type="dxa"/>
            <w:gridSpan w:val="2"/>
            <w:noWrap/>
            <w:vAlign w:val="bottom"/>
          </w:tcPr>
          <w:p w:rsidR="00D46D0A" w:rsidRDefault="00D46D0A">
            <w:pPr>
              <w:rPr>
                <w:szCs w:val="28"/>
              </w:rPr>
            </w:pPr>
          </w:p>
        </w:tc>
      </w:tr>
      <w:tr w:rsidR="00D46D0A" w:rsidTr="00F9120C">
        <w:trPr>
          <w:cantSplit/>
        </w:trPr>
        <w:tc>
          <w:tcPr>
            <w:tcW w:w="5387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46D0A" w:rsidRDefault="00D46D0A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54" w:type="dxa"/>
            <w:noWrap/>
            <w:vAlign w:val="bottom"/>
          </w:tcPr>
          <w:p w:rsidR="00D46D0A" w:rsidRDefault="00D46D0A">
            <w:pPr>
              <w:jc w:val="center"/>
              <w:rPr>
                <w:szCs w:val="28"/>
              </w:rPr>
            </w:pPr>
          </w:p>
        </w:tc>
        <w:tc>
          <w:tcPr>
            <w:tcW w:w="4057" w:type="dxa"/>
            <w:gridSpan w:val="2"/>
            <w:noWrap/>
            <w:vAlign w:val="bottom"/>
          </w:tcPr>
          <w:p w:rsidR="00D46D0A" w:rsidRDefault="00D46D0A">
            <w:pPr>
              <w:rPr>
                <w:szCs w:val="28"/>
              </w:rPr>
            </w:pPr>
          </w:p>
        </w:tc>
      </w:tr>
      <w:tr w:rsidR="00D46D0A" w:rsidTr="00F9120C">
        <w:trPr>
          <w:cantSplit/>
        </w:trPr>
        <w:tc>
          <w:tcPr>
            <w:tcW w:w="5387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46D0A" w:rsidRDefault="00D46D0A"/>
        </w:tc>
        <w:tc>
          <w:tcPr>
            <w:tcW w:w="54" w:type="dxa"/>
            <w:noWrap/>
            <w:vAlign w:val="bottom"/>
            <w:hideMark/>
          </w:tcPr>
          <w:p w:rsidR="00D46D0A" w:rsidRDefault="00D46D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</w:t>
            </w:r>
          </w:p>
        </w:tc>
        <w:tc>
          <w:tcPr>
            <w:tcW w:w="4057" w:type="dxa"/>
            <w:gridSpan w:val="2"/>
            <w:noWrap/>
            <w:vAlign w:val="bottom"/>
            <w:hideMark/>
          </w:tcPr>
          <w:p w:rsidR="00D46D0A" w:rsidRDefault="00D46D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«ПРИЛОЖЕНИЕ № 11</w:t>
            </w:r>
          </w:p>
        </w:tc>
      </w:tr>
      <w:tr w:rsidR="00D46D0A" w:rsidTr="00F9120C">
        <w:trPr>
          <w:cantSplit/>
        </w:trPr>
        <w:tc>
          <w:tcPr>
            <w:tcW w:w="5387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46D0A" w:rsidRDefault="00D46D0A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54" w:type="dxa"/>
            <w:noWrap/>
            <w:vAlign w:val="bottom"/>
          </w:tcPr>
          <w:p w:rsidR="00D46D0A" w:rsidRDefault="00D46D0A">
            <w:pPr>
              <w:jc w:val="center"/>
              <w:rPr>
                <w:szCs w:val="28"/>
              </w:rPr>
            </w:pPr>
          </w:p>
        </w:tc>
        <w:tc>
          <w:tcPr>
            <w:tcW w:w="4057" w:type="dxa"/>
            <w:gridSpan w:val="2"/>
            <w:noWrap/>
            <w:vAlign w:val="bottom"/>
          </w:tcPr>
          <w:p w:rsidR="00D46D0A" w:rsidRDefault="00D46D0A">
            <w:pPr>
              <w:rPr>
                <w:szCs w:val="28"/>
              </w:rPr>
            </w:pPr>
          </w:p>
        </w:tc>
      </w:tr>
      <w:tr w:rsidR="00D46D0A" w:rsidTr="00F9120C">
        <w:trPr>
          <w:cantSplit/>
        </w:trPr>
        <w:tc>
          <w:tcPr>
            <w:tcW w:w="5387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46D0A" w:rsidRDefault="00D46D0A"/>
        </w:tc>
        <w:tc>
          <w:tcPr>
            <w:tcW w:w="54" w:type="dxa"/>
            <w:noWrap/>
            <w:vAlign w:val="bottom"/>
            <w:hideMark/>
          </w:tcPr>
          <w:p w:rsidR="00D46D0A" w:rsidRDefault="00D46D0A"/>
        </w:tc>
        <w:tc>
          <w:tcPr>
            <w:tcW w:w="1767" w:type="dxa"/>
            <w:noWrap/>
            <w:vAlign w:val="bottom"/>
            <w:hideMark/>
          </w:tcPr>
          <w:p w:rsidR="00D46D0A" w:rsidRDefault="00D46D0A"/>
        </w:tc>
        <w:tc>
          <w:tcPr>
            <w:tcW w:w="2290" w:type="dxa"/>
            <w:noWrap/>
            <w:vAlign w:val="bottom"/>
            <w:hideMark/>
          </w:tcPr>
          <w:p w:rsidR="00D46D0A" w:rsidRDefault="00D46D0A"/>
        </w:tc>
      </w:tr>
      <w:tr w:rsidR="00D46D0A" w:rsidTr="00F9120C">
        <w:trPr>
          <w:cantSplit/>
        </w:trPr>
        <w:tc>
          <w:tcPr>
            <w:tcW w:w="5387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46D0A" w:rsidRDefault="00D46D0A"/>
        </w:tc>
        <w:tc>
          <w:tcPr>
            <w:tcW w:w="4111" w:type="dxa"/>
            <w:gridSpan w:val="3"/>
            <w:vAlign w:val="center"/>
            <w:hideMark/>
          </w:tcPr>
          <w:p w:rsidR="00D46D0A" w:rsidRDefault="00D46D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УТВЕРЖДЕНО</w:t>
            </w:r>
            <w:r>
              <w:rPr>
                <w:szCs w:val="28"/>
              </w:rPr>
              <w:br/>
              <w:t>решением Думы</w:t>
            </w:r>
            <w:r>
              <w:rPr>
                <w:szCs w:val="28"/>
              </w:rPr>
              <w:br/>
              <w:t>муниципального образования</w:t>
            </w:r>
            <w:r>
              <w:rPr>
                <w:szCs w:val="28"/>
              </w:rPr>
              <w:br/>
              <w:t>город-курорт Геленджик</w:t>
            </w:r>
            <w:r>
              <w:rPr>
                <w:szCs w:val="28"/>
              </w:rPr>
              <w:br/>
              <w:t>от 20 декабря 2019 года №187</w:t>
            </w:r>
          </w:p>
          <w:p w:rsidR="00D46D0A" w:rsidRDefault="00D46D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(в редакции решения Думы</w:t>
            </w:r>
          </w:p>
          <w:p w:rsidR="00D46D0A" w:rsidRDefault="00D46D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  <w:p w:rsidR="00D46D0A" w:rsidRDefault="00D46D0A" w:rsidP="00F91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город-курорт Геленджик                                                            от </w:t>
            </w:r>
            <w:r w:rsidR="00F9120C">
              <w:rPr>
                <w:szCs w:val="28"/>
              </w:rPr>
              <w:t>25 сентября 2020 года</w:t>
            </w:r>
            <w:r>
              <w:rPr>
                <w:szCs w:val="28"/>
              </w:rPr>
              <w:t xml:space="preserve"> № </w:t>
            </w:r>
            <w:r w:rsidR="00F9120C">
              <w:rPr>
                <w:szCs w:val="28"/>
              </w:rPr>
              <w:t>278</w:t>
            </w:r>
            <w:bookmarkStart w:id="0" w:name="_GoBack"/>
            <w:bookmarkEnd w:id="0"/>
            <w:r>
              <w:rPr>
                <w:szCs w:val="28"/>
              </w:rPr>
              <w:t>)</w:t>
            </w:r>
          </w:p>
        </w:tc>
      </w:tr>
    </w:tbl>
    <w:p w:rsidR="00F7748E" w:rsidRDefault="00F7748E"/>
    <w:tbl>
      <w:tblPr>
        <w:tblW w:w="10563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7"/>
        <w:gridCol w:w="785"/>
        <w:gridCol w:w="3610"/>
        <w:gridCol w:w="1559"/>
        <w:gridCol w:w="179"/>
        <w:gridCol w:w="128"/>
        <w:gridCol w:w="260"/>
        <w:gridCol w:w="485"/>
        <w:gridCol w:w="791"/>
        <w:gridCol w:w="437"/>
        <w:gridCol w:w="838"/>
        <w:gridCol w:w="46"/>
        <w:gridCol w:w="878"/>
      </w:tblGrid>
      <w:tr w:rsidR="005F0A21" w:rsidTr="00D46D0A">
        <w:trPr>
          <w:cantSplit/>
        </w:trPr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A21" w:rsidRDefault="005F0A21" w:rsidP="00D46D0A">
            <w:pPr>
              <w:rPr>
                <w:sz w:val="24"/>
                <w:szCs w:val="24"/>
              </w:rPr>
            </w:pPr>
          </w:p>
        </w:tc>
        <w:tc>
          <w:tcPr>
            <w:tcW w:w="5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A21" w:rsidRDefault="005F0A21" w:rsidP="005F0A21">
            <w:pPr>
              <w:rPr>
                <w:sz w:val="24"/>
                <w:szCs w:val="24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A21" w:rsidRDefault="005F0A21" w:rsidP="005F0A21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A21" w:rsidRDefault="005F0A21" w:rsidP="005F0A21">
            <w:pPr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A21" w:rsidRDefault="005F0A21" w:rsidP="005F0A21">
            <w:pPr>
              <w:rPr>
                <w:sz w:val="24"/>
                <w:szCs w:val="24"/>
              </w:rPr>
            </w:pPr>
          </w:p>
        </w:tc>
        <w:tc>
          <w:tcPr>
            <w:tcW w:w="17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A21" w:rsidRDefault="005F0A21" w:rsidP="005F0A21">
            <w:pPr>
              <w:rPr>
                <w:sz w:val="24"/>
                <w:szCs w:val="24"/>
              </w:rPr>
            </w:pPr>
          </w:p>
        </w:tc>
      </w:tr>
      <w:tr w:rsidR="005F0A21" w:rsidTr="00D46D0A">
        <w:trPr>
          <w:cantSplit/>
        </w:trPr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21" w:rsidRDefault="005F0A21" w:rsidP="005F0A21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5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21" w:rsidRDefault="005F0A21" w:rsidP="005F0A21">
            <w:pPr>
              <w:rPr>
                <w:sz w:val="24"/>
                <w:szCs w:val="24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21" w:rsidRDefault="005F0A21" w:rsidP="005F0A21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21" w:rsidRDefault="005F0A21" w:rsidP="005F0A21">
            <w:pPr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21" w:rsidRDefault="005F0A21" w:rsidP="005F0A21">
            <w:pPr>
              <w:rPr>
                <w:sz w:val="24"/>
                <w:szCs w:val="24"/>
              </w:rPr>
            </w:pPr>
          </w:p>
        </w:tc>
        <w:tc>
          <w:tcPr>
            <w:tcW w:w="17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A21" w:rsidRDefault="005F0A21" w:rsidP="005F0A21">
            <w:pPr>
              <w:rPr>
                <w:sz w:val="24"/>
                <w:szCs w:val="24"/>
              </w:rPr>
            </w:pPr>
          </w:p>
        </w:tc>
      </w:tr>
      <w:tr w:rsidR="005F0A21" w:rsidTr="00D46D0A">
        <w:trPr>
          <w:gridAfter w:val="1"/>
          <w:wAfter w:w="878" w:type="dxa"/>
          <w:cantSplit/>
        </w:trPr>
        <w:tc>
          <w:tcPr>
            <w:tcW w:w="968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D0A" w:rsidRDefault="005F0A21" w:rsidP="005F0A21">
            <w:pPr>
              <w:jc w:val="center"/>
              <w:rPr>
                <w:szCs w:val="28"/>
              </w:rPr>
            </w:pPr>
            <w:r w:rsidRPr="00D46D0A">
              <w:rPr>
                <w:szCs w:val="28"/>
              </w:rPr>
              <w:t>РАСПРЕДЕЛЕНИЕ</w:t>
            </w:r>
            <w:r w:rsidRPr="00D46D0A">
              <w:rPr>
                <w:szCs w:val="28"/>
              </w:rPr>
              <w:br/>
              <w:t xml:space="preserve">бюджетных ассигнований по целевым статьям (муниципальным </w:t>
            </w:r>
          </w:p>
          <w:p w:rsidR="00D46D0A" w:rsidRDefault="005F0A21" w:rsidP="005F0A21">
            <w:pPr>
              <w:jc w:val="center"/>
              <w:rPr>
                <w:szCs w:val="28"/>
              </w:rPr>
            </w:pPr>
            <w:r w:rsidRPr="00D46D0A">
              <w:rPr>
                <w:szCs w:val="28"/>
              </w:rPr>
              <w:t xml:space="preserve">программам муниципального образования город-курорт Геленджик </w:t>
            </w:r>
          </w:p>
          <w:p w:rsidR="00D46D0A" w:rsidRDefault="005F0A21" w:rsidP="005F0A21">
            <w:pPr>
              <w:jc w:val="center"/>
              <w:rPr>
                <w:szCs w:val="28"/>
              </w:rPr>
            </w:pPr>
            <w:r w:rsidRPr="00D46D0A">
              <w:rPr>
                <w:szCs w:val="28"/>
              </w:rPr>
              <w:t xml:space="preserve">и непрограммным направлениям деятельности), группам видов </w:t>
            </w:r>
          </w:p>
          <w:p w:rsidR="00D46D0A" w:rsidRDefault="005F0A21" w:rsidP="005F0A21">
            <w:pPr>
              <w:jc w:val="center"/>
              <w:rPr>
                <w:szCs w:val="28"/>
              </w:rPr>
            </w:pPr>
            <w:r w:rsidRPr="00D46D0A">
              <w:rPr>
                <w:szCs w:val="28"/>
              </w:rPr>
              <w:t xml:space="preserve">расходов классификации расходов бюджетов  </w:t>
            </w:r>
          </w:p>
          <w:p w:rsidR="005F0A21" w:rsidRPr="00D46D0A" w:rsidRDefault="005F0A21" w:rsidP="005F0A21">
            <w:pPr>
              <w:jc w:val="center"/>
              <w:rPr>
                <w:szCs w:val="28"/>
              </w:rPr>
            </w:pPr>
            <w:r w:rsidRPr="00D46D0A">
              <w:rPr>
                <w:szCs w:val="28"/>
              </w:rPr>
              <w:t>на плановый период 2021 и  2022 годов</w:t>
            </w:r>
          </w:p>
        </w:tc>
      </w:tr>
      <w:tr w:rsidR="005F0A21" w:rsidTr="00D46D0A">
        <w:trPr>
          <w:gridAfter w:val="2"/>
          <w:wAfter w:w="924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A21" w:rsidRDefault="005F0A21" w:rsidP="005F0A2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A21" w:rsidRDefault="005F0A21" w:rsidP="005F0A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A21" w:rsidRDefault="005F0A21" w:rsidP="005F0A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A21" w:rsidRDefault="005F0A21" w:rsidP="005F0A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A21" w:rsidRDefault="005F0A21" w:rsidP="005F0A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A21" w:rsidRDefault="005F0A21" w:rsidP="005F0A2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7748E" w:rsidTr="00D46D0A">
        <w:trPr>
          <w:gridAfter w:val="2"/>
          <w:wAfter w:w="924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48E" w:rsidRDefault="00F7748E" w:rsidP="005F0A2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48E" w:rsidRDefault="00F7748E" w:rsidP="005F0A2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48E" w:rsidRDefault="00F7748E" w:rsidP="005F0A2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48E" w:rsidRDefault="00F7748E" w:rsidP="005F0A2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48E" w:rsidRDefault="00F7748E" w:rsidP="005F0A21">
            <w:pPr>
              <w:jc w:val="right"/>
              <w:rPr>
                <w:sz w:val="24"/>
                <w:szCs w:val="24"/>
              </w:rPr>
            </w:pPr>
            <w:r>
              <w:t>(тыс. рублей)</w:t>
            </w:r>
          </w:p>
        </w:tc>
      </w:tr>
      <w:tr w:rsidR="005F0A21" w:rsidRPr="00F7748E" w:rsidTr="00D46D0A">
        <w:trPr>
          <w:gridAfter w:val="2"/>
          <w:wAfter w:w="924" w:type="dxa"/>
          <w:cantSplit/>
          <w:trHeight w:val="27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0A21" w:rsidRPr="00F7748E" w:rsidRDefault="005F0A21" w:rsidP="005F0A21">
            <w:pPr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№ п/п</w:t>
            </w:r>
          </w:p>
        </w:tc>
        <w:tc>
          <w:tcPr>
            <w:tcW w:w="4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0A21" w:rsidRPr="00F7748E" w:rsidRDefault="005F0A21" w:rsidP="005F0A21">
            <w:pPr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A21" w:rsidRPr="00F7748E" w:rsidRDefault="005F0A21" w:rsidP="005F0A21">
            <w:pPr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ЦСР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0A21" w:rsidRPr="00F7748E" w:rsidRDefault="005F0A21" w:rsidP="005F0A21">
            <w:pPr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ВР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A21" w:rsidRPr="00F7748E" w:rsidRDefault="005F0A21" w:rsidP="005F0A21">
            <w:pPr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A21" w:rsidRPr="00F7748E" w:rsidRDefault="005F0A21" w:rsidP="005F0A21">
            <w:pPr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2022 год</w:t>
            </w:r>
          </w:p>
        </w:tc>
      </w:tr>
      <w:tr w:rsidR="005F0A21" w:rsidRPr="00F7748E" w:rsidTr="00D46D0A">
        <w:trPr>
          <w:gridAfter w:val="2"/>
          <w:wAfter w:w="924" w:type="dxa"/>
          <w:cantSplit/>
          <w:trHeight w:val="2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0A21" w:rsidRPr="00F7748E" w:rsidRDefault="005F0A21" w:rsidP="005F0A21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0A21" w:rsidRPr="00F7748E" w:rsidRDefault="005F0A21" w:rsidP="005F0A2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A21" w:rsidRPr="00F7748E" w:rsidRDefault="005F0A21" w:rsidP="005F0A21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F0A21" w:rsidRPr="00F7748E" w:rsidRDefault="005F0A21" w:rsidP="005F0A2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A21" w:rsidRPr="00F7748E" w:rsidRDefault="005F0A21" w:rsidP="005F0A2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A21" w:rsidRPr="00F7748E" w:rsidRDefault="005F0A21" w:rsidP="005F0A21">
            <w:pPr>
              <w:rPr>
                <w:sz w:val="24"/>
                <w:szCs w:val="24"/>
              </w:rPr>
            </w:pPr>
          </w:p>
        </w:tc>
      </w:tr>
    </w:tbl>
    <w:p w:rsidR="005F0A21" w:rsidRPr="00F7748E" w:rsidRDefault="005F0A21">
      <w:pPr>
        <w:rPr>
          <w:sz w:val="2"/>
          <w:szCs w:val="2"/>
        </w:rPr>
      </w:pPr>
    </w:p>
    <w:tbl>
      <w:tblPr>
        <w:tblW w:w="9858" w:type="dxa"/>
        <w:tblInd w:w="5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7"/>
        <w:gridCol w:w="785"/>
        <w:gridCol w:w="3610"/>
        <w:gridCol w:w="293"/>
        <w:gridCol w:w="888"/>
        <w:gridCol w:w="378"/>
        <w:gridCol w:w="172"/>
        <w:gridCol w:w="395"/>
        <w:gridCol w:w="1027"/>
        <w:gridCol w:w="249"/>
        <w:gridCol w:w="1275"/>
        <w:gridCol w:w="219"/>
      </w:tblGrid>
      <w:tr w:rsidR="005F0A21" w:rsidRPr="00F7748E" w:rsidTr="007A2D6F">
        <w:trPr>
          <w:gridAfter w:val="1"/>
          <w:wAfter w:w="219" w:type="dxa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0A21" w:rsidRPr="00F7748E" w:rsidRDefault="005F0A21" w:rsidP="005F0A21">
            <w:pPr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A21" w:rsidRPr="00F7748E" w:rsidRDefault="005F0A21" w:rsidP="005F0A21">
            <w:pPr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A21" w:rsidRPr="00F7748E" w:rsidRDefault="005F0A21" w:rsidP="005F0A21">
            <w:pPr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A21" w:rsidRPr="00F7748E" w:rsidRDefault="005F0A21" w:rsidP="005F0A21">
            <w:pPr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A21" w:rsidRPr="00F7748E" w:rsidRDefault="005F0A21" w:rsidP="005F0A21">
            <w:pPr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0A21" w:rsidRPr="00F7748E" w:rsidRDefault="005F0A21" w:rsidP="005F0A21">
            <w:pPr>
              <w:rPr>
                <w:b/>
                <w:bCs/>
                <w:sz w:val="24"/>
                <w:szCs w:val="24"/>
              </w:rPr>
            </w:pPr>
            <w:r w:rsidRPr="00F774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0A21" w:rsidRPr="00F7748E" w:rsidRDefault="005F0A21" w:rsidP="005F0A21">
            <w:pPr>
              <w:rPr>
                <w:b/>
                <w:bCs/>
                <w:sz w:val="24"/>
                <w:szCs w:val="24"/>
              </w:rPr>
            </w:pPr>
            <w:r w:rsidRPr="00F7748E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b/>
                <w:bCs/>
                <w:sz w:val="24"/>
                <w:szCs w:val="24"/>
              </w:rPr>
            </w:pPr>
            <w:r w:rsidRPr="00F774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F7748E" w:rsidP="00F7748E">
            <w:pPr>
              <w:ind w:right="-109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4 083 840,1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F7748E" w:rsidP="00F7748E">
            <w:pPr>
              <w:ind w:right="-10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3 439 422,8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0A21" w:rsidRPr="00F7748E" w:rsidRDefault="005F0A21" w:rsidP="005F0A21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0A21" w:rsidRPr="00F7748E" w:rsidRDefault="005F0A21" w:rsidP="005F0A21">
            <w:pPr>
              <w:jc w:val="both"/>
              <w:rPr>
                <w:b/>
                <w:bCs/>
                <w:sz w:val="24"/>
                <w:szCs w:val="24"/>
              </w:rPr>
            </w:pPr>
            <w:r w:rsidRPr="00F7748E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1.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"Формирование современной городской среды на территории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57 729,7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16 750,3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Основные мероприятия муниципальной  программы муниципального образования город-курорт Геленджик "Формирование современной городской среды на территории муниципального образования го</w:t>
            </w:r>
            <w:r w:rsidRPr="00F7748E">
              <w:rPr>
                <w:sz w:val="24"/>
                <w:szCs w:val="24"/>
              </w:rPr>
              <w:lastRenderedPageBreak/>
              <w:t>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lastRenderedPageBreak/>
              <w:t>20 1 00 00000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57 729,7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16 750,3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Обеспечение формирования комфортной городской среды на территории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1 399,5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1 399,5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 1 01 W5550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1 399,5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1 399,5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 1 01 W5550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1 399,5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1 399,5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Улучшение архитектурного облика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16 330,1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Реализация проектов создания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20 1 02 10400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16 330,1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20 1 02 10400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16 330,1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Федеральный проект "Формирование комфортной  городской среды"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 1 F2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40 000,1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15 350,8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 1 F2 55550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40 000,1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15 350,8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 1 F2 55550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40 000,1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15 350,8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2.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93 582,1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93 954,4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Основные мероприятия муниципальной программы муниципального образования </w:t>
            </w:r>
            <w:r w:rsidRPr="00F7748E">
              <w:rPr>
                <w:sz w:val="24"/>
                <w:szCs w:val="24"/>
              </w:rPr>
              <w:lastRenderedPageBreak/>
              <w:t>город-курорт Геленджик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lastRenderedPageBreak/>
              <w:t>21 1 00 00000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93 582,1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93 954,4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Повышение эффективности работы органов территориального общественного самоуправления муниципального образования город-курорт Геленджик по решению вопросов местного значения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3 736,0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3 736,0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Компенсация расходов на оплату жилых помещений и коммунальных услуг руководителям органов территориального общественного самоуправления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21 1 01 10070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2 586,0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2 586,0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21 1 01 10070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2 586,0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2 586,0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Премирование победителей конкурса на звание "Лучший орган территориального общественного самоуправления в муниципальном образовании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21 1 01 11130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640,0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640,0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21 1 01 11130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640,0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640,0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Премирование победителей ежегодного смотра-конкурса на звание "Лучший квартал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21 1 01 11500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21 1 01 11500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Премирование победителей конкурса на звание "Лучший объединенный квартальный округ в муниципальном образовании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21 1 01 11550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21 1 01 11550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Премирование победителей ежегодного </w:t>
            </w:r>
            <w:r w:rsidRPr="00F7748E">
              <w:rPr>
                <w:sz w:val="24"/>
                <w:szCs w:val="24"/>
              </w:rPr>
              <w:lastRenderedPageBreak/>
              <w:t>смотра-конкурса на звание "Лучший многоквартирный дом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lastRenderedPageBreak/>
              <w:t>21 1 01 11560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150,0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21 1 01 11560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150,0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Премирование победителей ежегодного смотра-конкурса на звание "Дом образцового содержания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21 1 01 11570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21 1 01 11570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Поддержание международных и межмуниципальных связей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1 086,4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1 086,4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Уплата членских взносов в международную ассоциацию "Породненные города"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21 1 02 10040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173,7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173,7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21 1 02 10040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173,7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173,7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Уплата членских взносов в ассоциацию "Совет муниципальных образований Краснодарского края"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21 1 02 10050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412,7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412,7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21 1 02 10050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412,7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412,7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21 1 02 10930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21 1 02 10930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Организация дополнительного профессионального образования лиц, замещающих муниципальные должности и должности муниципальной службы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122,4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126,0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21 1 03 20400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122,4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126,0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21 1 03 20400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122,4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126,0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Обеспечение деятельности учреждений, подведомственных администрации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21 1 04 00000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72 136,3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72 505,0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21 1 04 00590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72 136,3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72 505,0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21 1 04 00590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42 195,1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42 194,6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21 1 04 00590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29 065,5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29 434,7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21 1 04 00590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875,7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875,7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Содействие развитию муниципального управления в муниципальном образовании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21 1 05 00000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3 001,0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3 001,0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21 1 05 10930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3 001,0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3 001,0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21 1 05 10930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3 001,0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3 001,0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Информирование населения о деятельности органов местного самоуправления муниципального образования город-курорт Геленджик, о событиях и мероприятиях, проводимых на курорте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21 1 06 00000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13 500,0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13 500,0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Информирование граждан о деятельности органов местного самоуправления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21 1 06 10030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12 000,0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21 1 06 10030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12 000,0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21 1 06 10930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1 500,0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21 1 06 10930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1 500,0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3.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"Доступная среда"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22 0 00 00000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1 027,0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"Доступная среда"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22 1 00 00000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1 027,0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Обеспечение доступности муниципальных пляжей для инвалидов и других маломобильных групп населения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22 1 02 00000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"Доступная среда"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22 1 02 10990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22 1 02 10990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Обеспечение доступной среды учреждений культуры для инвалидов и других маломобильных групп населения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22 1 03 00000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352,0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"Доступная среда"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22 1 03 10990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352,0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22 1 03 10990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352,0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Обеспечение условий для развития физической культуры и массового спорта путем обеспечения доступности для инвалидов и других маломобильных групп населения спортивных объектов муниципальных учреждений физической культуры и спорта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22 1 04 00000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155,0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"Доступная среда"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22 1 04 10990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155,0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22 1 04 10990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155,0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4.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"Реализация молодежной политики на территории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23 0 00 00000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17 033,1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17 053,4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"Реализация молодежной политики на территории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23 1 00 00000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17 033,1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17 053,4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Организационное и методическое обеспечение реализации молодежной политики в муниципальном образовании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23 1 01 00000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15 233,1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15 253,4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23 1 01 00190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3 090,4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3 089,9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23 1 01 00190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2 874,5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2 874,0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23 1 01 00190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215,2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215,2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23 1 01 00190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23 1 01 00590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12 142,7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12 163,5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23 1 01 00590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10 453,6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10 451,5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23 1 01 00590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1 334,9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1 357,8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23 1 01 00590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354,2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354,2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Создание условий для активного включения молодых граждан в социально-экономическую, политическую и культурную жизнь общества, гражданское и военно-патриотическое воспитание молодежи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23 1 02 00000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1 365,7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1 365,7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"Реализация молодежной политики на территории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23 1 02 10460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1 365,7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1 365,7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23 1 02 10460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99,0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23 1 02 10460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1 266,7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1 266,7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Создание условий для поддержания молодежных инициатив, содействие самореализации молодежи, повышению её компетенций и навыков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23 1 03 00000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434,3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434,3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Гранты муниципального образования город-курорт Геленджик для социально и общественно активной молодежи, обучающейся в образовательных организациях, реализующих образовательные программы высшего и (или) среднего профессионального образования, расположенных на территории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23 1 03 10260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23 1 03 10260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Мероприятия по организации отдыха, оздоровления и занятости детей и подростков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23 1 03 10420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279,5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23 1 03 10420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279,5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Организация и проведение муниципальных молодежных форумов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23 1 03 10430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104,8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104,8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23 1 03 10430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104,8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104,8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5.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образования"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1 513 121,2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1 517 083,7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образования"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1 513 121,2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1 517 083,7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Обеспечение функционирования и развития муниципальных образовательных учреждений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9 045,1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9 045,1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Организация перевозок обучающихся муниципальных образовательных организаций муниципального образования город-курорт Геленджик, реализующих общеобразовательные программы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24 1 01 10090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9 045,1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9 045,1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24 1 01 10090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9 045,1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9 045,1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Развитие способностей обучающихся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3 071,4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3 071,4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Организация и проведение мероприятий, направленных на формирование и развитие у обучающихся творческих способностей, способностей к занятиям физической культурой и спортом, а также на организацию их свободного времени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24 1 02 10160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1 309,3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1 309,3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24 1 02 10160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1 309,3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1 309,3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Обеспечение участия муниципального образования город-курорт Геленджик в официальных мероприятиях (олимпиадах, конкурсах, мероприятиях,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24 1 02 10670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1 762,1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1 762,1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24 1 02 10670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192,0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192,0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24 1 02 10670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1 570,1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1 570,1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Социальная поддержка отдельных категорий обучающихся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66 000,4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66 105,6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Дополнительные меры социальной поддержки по оплате проезда учащихся муниципальных общеобразовательных учреждений, студентов высших и средних специальных учебных заведений дневной формы обучения, расположенных на территории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24 1 03 10220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12 405,3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12 405,3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24 1 03 10220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12 405,3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12 405,3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Обеспечение обучающихся  муниципальных общеобразовательных учреждений питанием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24 1 03 10640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38 466,8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38 466,8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24 1 03 10640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38 466,8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38 466,8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Ежемесячная денежная выплата обучающимся образовательных организаций высшего образования, направленным на обучение по образовательным программам высшего образования по педагогическим специальностям на основании договора о целевом обучении, заключенного с муниципальными общеобразовательными учреждениями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24 1 03 40020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144,0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144,0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24 1 03 40020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144,0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144,0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24 1 03 60710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12 361,6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12 361,6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24 1 03 60710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182,6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182,6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24 1 03 60710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12 179,0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12 179,0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24 1 03 62370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2 622,7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2 727,9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24 1 03 62370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38,8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40,3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24 1 03 62370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2 583,9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2 687,6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Обеспечение проведения государственной итоговой аттестации по образовательным программам основного общего и среднего общего образования в муниципальном образовании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3 554,0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3 554,0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24 1 04 62500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3 554,0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3 554,0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24 1 04 62500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24 1 04 62500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3 501,5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3 501,5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Социальная поддержка отдельных категорий работников образовательных учреждений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6 420,5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6 560,8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работников муниципальных учреждений образования и культуры муниципального образования город-курорт Геленджик, проживающих на территории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24 1 05 10190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2 968,4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2 968,4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24 1 05 10190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2 968,4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2 968,4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помещений, отопления и освещения отдельным категориям работников муниципальных образовательных учреждений, не  являющихся педагогическими работниками, проживающих и работающих в сельской местности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24 1 05 11150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43,9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24 1 05 11150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43,9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"Образование" и "Физическая культура и спорт"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24 1 05 60740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78,2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78,2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24 1 05 60740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78,2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78,2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24 1 05 60820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3 334,6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3 470,3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24 1 05 60820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51,3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24 1 05 60820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3 285,3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3 419,0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Эффективное выполнение муниципальных функций в сфере образования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24 1 06 00000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1 383 533,5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1 387 252,0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24 1 06 00190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7 499,9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7 499,9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24 1 06 00190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6 989,3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6 989,3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24 1 06 00190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510,6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510,6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24 1 06 00590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572 696,3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576 414,8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24 1 06 00590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55 276,1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55 274,8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24 1 06 00590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6 939,8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6 969,8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24 1 06 00590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510 093,5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513 783,3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24 1 06 00590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386,9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386,9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24 1 06 60860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799 641,4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799 641,4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24 1 06 60860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6 328,7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6 328,7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24 1 06 60860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606,3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606,3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24 1 06 60860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792 706,4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792 706,4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24 1 06 62460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3 695,9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3 695,9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24 1 06 62460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2 038,8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2 038,8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24 1 06 62460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1 657,1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1 657,1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Стимулирование педагогических работников с целью мотивации к повышению качества работы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24 1 07 00000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40 309,9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40 309,9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24 1 07 53030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40 309,9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40 309,9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24 1 07 53030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40 309,9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40 309,9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E1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1 186,4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1 184,9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E1 51690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1 186,4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1 184,9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1 E1 51690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1 186,4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1 184,9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6.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культуры"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335 572,8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335 294,2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культуры"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335 572,8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335 294,2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Совершенствование деятельности муниципальных учреждений культуры и детских школ искусств по предоставлению муниципальных услуг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283 877,4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284 499,3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282 129,8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284 499,3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282 129,8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284 499,3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01 L4670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1 693,2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01 L4670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1 693,2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поселений, межпоселенческих библиотек и библиотек городского округа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01 S2960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54,4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01 S2960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54,4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Создание условий для культурного отдыха населения, обогащение культурной жизни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30 181,4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20 150,0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25 1 02 09020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10 031,4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25 1 02 09020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10 031,4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25 1 02 10450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20 000,0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25 1 02 10450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613,2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613,2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25 1 02 10450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19 386,8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19 386,8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Гранты главы муниципального образования город-курорт Геленджик "Одаренные дети"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25 1 02 11140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150,0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25 1 02 11140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150,0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Кадровое обеспечение учреждений отрасли "Культура"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747,2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764,5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помещений, отопления и освещения отдельным категориям работников муниципальных учреждений культуры, проживающих и работающих в сельской местности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25 1 03 10180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339,2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352,7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25 1 03 10180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339,2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352,7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работников муниципальных учреждений образования и культуры  муниципального образования город-курорт Геленджик, проживающих на территории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25 1 03 10190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312,5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312,5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25 1 03 10190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312,5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312,5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25 1 03 60820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95,5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99,3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25 1 03 60820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25 1 03 60820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94,0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97,8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Совершенствование качества управления материальными, трудовыми и финансовыми ресурсами учреждений отрасли "Культура"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20 766,8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20 773,6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25 1 04 00190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4 545,8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4 545,4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25 1 04 00190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4 424,5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4 424,1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25 1 04 00190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120,3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25 1 04 00190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25 1 04 00590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16 221,0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16 228,2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25 1 04 00590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15 152,5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15 152,4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25 1 04 00590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982,7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990,0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25 1 04 00590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85,8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85,8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A1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9 106,8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A1 55190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9 106,8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1 A1 55190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9 106,8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7.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физической культуры и спорта на территории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152 277,7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152 436,9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физической культуры и спорта на территории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26 1 00 00000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152 277,7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152 436,9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Спортивная подготовка граждан в муниципальных учреждениях муниципального образования город-курорт Геленджик, осуществляющих спортивную подготовку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26 1 01 00000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114 929,8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115 017,6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26 1 01 00590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114 929,8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115 017,6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26 1 01 00590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114 929,8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115 017,6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Содействие субъектам физической культуры и спорта, осуществляющим деятельность на территории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26 1 02 00000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27 790,4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27 861,1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26 1 02 00590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25 819,5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25 890,2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26 1 02 00590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14 496,7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14 496,7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26 1 02 00590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7 554,2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7 624,9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26 1 02 00590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3 768,6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3 768,6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Участие спортсменов и команд муниципального образования город-курорт Геленджик в официальных спортивных и физкультурных мероприятиях различного уровня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26 1 02 10730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1 908,4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1 908,4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26 1 02 10730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850,0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26 1 02 10730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1 058,4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1 058,4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"Образование" и "Физическая культура и спорт"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26 1 02 60740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62,5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62,5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26 1 02 60740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62,5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62,5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Управление реализацией муниципальной программы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26 1 03 00000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9 557,5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9 558,2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26 1 03 00190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3 057,2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3 057,7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26 1 03 00190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2 874,0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2 874,0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26 1 03 00190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182,5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183,0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26 1 03 00190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26 1 03 00590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6 500,3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6 500,5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26 1 03 00590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5 856,0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5 855,2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26 1 03 00590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642,9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643,9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26 1 03 00590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8.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жилищно-коммунального и дорожного хозяйства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546 947,9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562 003,5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Подпрограмма "Развитие, реконструкция, капитальный ремонт и содержание объектов внешнего благоустройства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190 394,6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195 394,6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Благоустройство территорий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190 394,6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195 394,6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Развитие и содержание сетей наружного освещения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27 1 01 10340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97 838,9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102 838,9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27 1 01 10340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97 838,9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102 838,9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Озеленение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27 1 01 10350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50 000,0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27 1 01 10350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50 000,0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27 1 01 10360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3 365,5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3 365,5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27 1 01 10360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3 365,5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3 365,5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Прочие мероприятия по благоустройству городского округа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27 1 01 10370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13 170,9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13 170,9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27 1 01 10370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13 170,9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13 170,9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Уборка и содержание пляжной территории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27 1 01 11110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4 615,9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4 615,9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27 1 01 11110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4 615,9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4 615,9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Софинансирование работ по проектированию, строительству, реконструкции, содержанию, благоустройству и ремонту объектов курортной инфраструктуры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1 01 S0360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21 403,4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21 403,4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1 01 S0360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21 403,4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21 403,4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Подпрограмма "Обращение с твердыми коммунальными отходами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25 389,2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25 389,2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Организация сбора и транспортировки твердых коммунальных отходов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25 389,2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25 389,2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Реализация мероприятий  муниципальной программы муниципального образования город-курорт Геленджик "Развитие жилищно-коммунального и дорожного хозяйства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27 2 01 10890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25 389,2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25 389,2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27 2 01 10890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25 389,2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25 389,2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Подпрограмма "Развитие дорожного хозяйства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27 3 00 00000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304 771,0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312 794,2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Содержание улично-дорожной сети и дорожной инфраструктуры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27 3 01 00000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304 771,0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312 794,2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Капитальный ремонт, ремонт автомобильных дорог местного значения, включая проектно-изыскательские работы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27 3 01 10310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61 790,3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61 790,3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27 3 01 10310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61 790,3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61 790,3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Содержание автомобильных дорог местного значения, включая проектные работы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27 3 01 10320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129 240,0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129 240,0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27 3 01 10320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129 240,0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129 240,0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27 3 01 10330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61 109,1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69 132,3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27 3 01 10330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61 109,1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69 132,3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3 01 S2440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52 631,6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52 631,6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3 01 S2440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52 631,6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52 631,6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жилищно-коммунального и дорожного хозяйства муниципального образования город-курорт Геленджик", не вошедшие в подпрограммы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26 393,1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28 425,5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Формирование фонда капитального ремонта в части софинансирования доли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27 9 01 00000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1 246,8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1 246,8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Уплата взносов на капитальный ремонт общего имущества в многоквартирном доме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27 9 01 11620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1 246,8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1 246,8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27 9 01 11620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1 246,8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1 246,8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Управление реализацией муниципальной программы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27 9 02 00000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23 540,4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23 540,4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27 9 02 00190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17 633,5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17 633,5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27 9 02 00190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16 804,5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16 804,5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27 9 02 00190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824,5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824,5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27 9 02 00190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27 9 02 00590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5 906,9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5 906,9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27 9 02 00590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5 524,0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5 524,0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27 9 02 00590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381,0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381,0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27 9 02 00590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отдельных государственных полномочий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27 9 03 00000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1 281,2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1 281,2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осуществлению регионального государственного жилищного надзора и лицензионного контроля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27 9 03 60220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1 281,2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1 281,2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27 9 03 60220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1 117,2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1 117,2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27 9 03 60220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164,0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164,0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Содержание мемориальных сооружений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27 9 04 00000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324,7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2 357,1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Содержание мемориальных сооружений и объектов, увековечивающих память погибших при защите Отечества, относящихся к объектам культурного наследия и находящихся в казне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27 9 04 10290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324,7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331,2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27 9 04 10290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324,7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331,2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9 04 L2990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2 025,9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27 9 04 L2990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2 025,9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9.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65 239,1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66 578,7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"Дети Геленджика"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65 239,1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66 578,7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Государственная поддержка детей-сирот и детей, оставшихся без попечения родителей, а также лиц из их числа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55 318,9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56 658,5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28 1 01 60580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28 1 01 60580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28 1 01 60670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18 483,6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19 223,0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28 1 01 60670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18 483,6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19 223,0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28 1 01 60680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14 301,1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14 873,7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28 1 01 60680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14 301,1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14 873,7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28 1 01 60720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285,6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297,0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28 1 01 60720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285,6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297,0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28 1 01 60730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406,3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422,5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28 1 01 60730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406,3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422,5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28 1 01 60840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26,2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26,2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28 1 01 60840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26,2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26,2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28 1 01 61020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66,0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28 1 01 61020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66,0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 1 01 R0820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3 089,6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3 089,6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 1 01 R0820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3 089,6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3 089,6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 1 01 V0820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6 282,3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6 282,3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 1 01 V0820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6 282,3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6 282,3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 1 01 С0820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12 373,0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12 373,0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 1 01 С0820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14,9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 1 01 С0820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12 358,1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12 358,1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Организация и проведение культурно-массовых мероприятий, направленных на поддержку семьи и детей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55,0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Мероприятия, направленные на укрепление института семьи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28 1 02 10510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55,0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28 1 02 10510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55,0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Организация отдыха и оздоровления детей в каникулярное время образовательными организациями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9 865,2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9 865,2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Мероприятия по организации отдыха, оздоровления и занятости детей и подростков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28 1 03 10420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4 755,7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4 755,7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28 1 03 10420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4 755,7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4 755,7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28 1 03 63110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5 109,5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5 109,5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28 1 03 63110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5 109,5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5 109,5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10.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"Социальная поддержка граждан в муниципальном образовании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17 563,4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17 563,4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"Социальная поддержка граждан в муниципальном образовании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29 1 00 00000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17 563,4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17 563,4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Обеспечение предоставления мер социальной поддержки отдельным категориям граждан, проживающих на территории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29 1 01 00000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17 563,4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17 563,4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Мера социальной поддержки граждан, награжденных медалью "За достойный вклад в развитие муниципального образования город-курорт Геленджик", в виде бесплатного проезда на автомобильном транспорте общего пользования на маршрутах городского, пригородного регулярного сообщения и муниципального междугородного регулярного сообщения (кроме такси)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29 1 01 10410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242,9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242,9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29 1 01 10410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242,9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242,9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Возмещение расходов на погребение, изготовление и установку надгробия в случае смерти лица, удостоенного звания "Почетный гражданин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29 1 01 10490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29 1 01 10490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Мера социальной поддержки гражданам, имеющим троих и более детей, проживающим на территории муниципального образования город-курорт Геленджик, в виде частичной компенсации стоимости подключения объекта капитального строительства, расположенного на земельном участке,  к сетям водоснабжения и (или) водоотведения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29 1 01 10500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62,0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29 1 01 10500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62,0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санаторно-курортного лечения лицу, удостоенному звания "Почетный гражданин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29 1 01 10710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29 1 01 10710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Мера социальной поддержки отдельных категорий граждан, постоянно проживающих на территории муниципального образования город-курорт Геленджик, в виде льготной стоимости услуги по помывке в бане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29 1 01 10740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45,0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29 1 01 10740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45,0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Меры социальной поддержки пенсионеров, постоянно проживающих в сельских населенных пунктах муниципального образования город-курорт Геленджик, в виде льготных поездок на автомобильном транспорте общего пользования на маршрутах муниципального пригородного регулярного сообщения и муниципального междугородного регулярного сообщения (кроме такси)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29 1 01 10750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8 278,3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8 278,3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29 1 01 10750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175,2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175,2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29 1 01 10750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8 103,1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8 103,1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Пенсионное обеспечение за выслугу лет лиц, замещавших муниципальные должности и должности муниципальной службы в муниципальном образовании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29 1 01 40010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7 979,8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7 979,8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29 1 01 40010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7 979,8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7 979,8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Дополнительная мера социальной поддержки отдельных категорий граждан, постоянно проживающих на территории муниципального образования город-курорт Геленджик, в виде компенсации расходов по оплате подписки на отдельное периодическое печатное издание, включенное в краевой реестр средств массовой информации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29 1 01 40030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855,4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855,4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29 1 01 40030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855,4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855,4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11.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"Экономическое развитие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17 549,9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17 549,9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Подпрограмма "Развитие и поддержка малого и среднего предпринимательства в муниципальном образовании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617,0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617,0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Повышение конкурентоспособности субъектов предпринимательства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"Экономическое развитие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30 1 01 10940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30 1 01 10940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Стимулирование участия молодежи в разработке и реализации инвестиционных проектов в приоритетных направлениях экономики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350,0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Организация и проведение ежегодного муниципального конкурса "Лучший молодежный инвестиционный проект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30 1 02 11060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350,0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30 1 02 11060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350,0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Мероприятие по поддержке сельскохозяйственного производства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217,0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30 1 03 60910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217,0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30 1 03 60910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217,0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Подпрограмма "Формирование инвестиционной привлекательности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1 259,5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1 259,5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Участие администрации муниципального образования город-курорт Геленджик в деятельности, направленной на привлечение инвестиций в экономику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1 259,5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1 259,5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"Экономическое развитие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30 2 01 10940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1 259,5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1 259,5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30 2 01 10940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1 259,5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1 259,5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"Экономическое развитие муниципального образования город-курорт Геленджик", не вошедшие в подпрограммы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15 673,4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15 673,4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Обеспечение единого порядка размещения нестационарных торговых объектов, нестационарных объектов по оказанию услуг на территории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30 9 02 00000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15 673,4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15 673,4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"Экономическое развитие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30 9 02 10940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15 673,4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15 673,4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30 9 02 10940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30 9 02 10940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15 333,4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15 333,4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12.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"Комплексное и устойчивое развитие муниципального образования город-курорт Геленджик в сфере строительства и архитектуры"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848 608,5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34 948,9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Подпрограмма "Развитие общественной инфраструктуры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136 709,0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5 544,5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Строительство и реконструкция объектов отрасли "Образование"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39 147,6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31 1 01 11580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39 147,6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31 1 01 11580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39 147,6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Строительство и реконструкция объектов отрасли "Физическая культура и спорт"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75 873,7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31 1 02 11580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75 873,7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31 1 02 11580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75 873,7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Строительство объектов отрасли "Жилищно-коммунальное хозяйство"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16 142,0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31 1 03 11580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16 142,0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31 1 03 11580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16 142,0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в пределах полномочий управления и координации управления строительства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31 1 04 00000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5 545,7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5 544,5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31 1 04 00190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5 545,7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5 544,5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31 1 04 00190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5 350,8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5 349,6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31 1 04 00190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194,9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194,9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Подпрограмма "Жилище"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7 122,7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6 549,0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Реализация мероприятий по обеспечению жильём молодых семей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7 122,7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6 549,0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2 01 L4970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7 122,7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6 549,0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2 01 L4970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7 122,7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6 549,0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Подпрограмма "Подготовка градостроительной и землеустроительной документации на территории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31 3 00 00000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119 513,6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22 855,4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Подготовка градостроительной и землеустроительной документации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31 3 01 00000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99 158,0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2 500,0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Мероприятия по утверждению генеральных планов, землеустройству и землепользованию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31 3 01 11050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10 500,0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2 500,0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31 3 01 11050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10 500,0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2 500,0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3 01 S2560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38 060,0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3 01 S2560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38 060,0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3 01 W2560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50 598,0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3 01 W2560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50 598,0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Обеспечение выполнения функций в сфере градостроительства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31 3 02 00000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20 355,6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20 355,4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31 3 02 00190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20 355,6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20 355,4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31 3 02 00190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18 735,4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18 735,2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31 3 02 00190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1 620,2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1 620,2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"Комплексное и устойчивое развитие муниципального образования город-курорт Геленджик в сфере строительства и архитектуры", не вошедшие в подпрограммы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585 263,2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Повышение эффективности, устойчивости и надежности функционирования систем водоснабжения и водоотведения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31 9 01 00000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585 263,2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Реализация мероприятий по развитию коммунальной инфраструктуры в городе Геленджике путем заключения концессионного соглашения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31 9 01 10390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105 263,2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31 9 01 10390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105 263,2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Реализация мероприятий по развитию коммунальной инфраструктуры в городе Геленджике путем заключения концессионного соглашения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31 9 01 62790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480 000,0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31 9 01 62790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480 000,0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13.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"Информатизация органов местного самоуправления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32 0 00 00000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4 623,0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4 623,0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"Информатизация органов местного самоуправления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32 1 00 00000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4 623,0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4 623,0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Развитие и обслуживание современной информационной инфраструктуры администрации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32 1 01 00000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1 805,0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1 924,9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"Информатизация органов местного самоуправления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32 1 01 10140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1 805,0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1 924,9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32 1 01 10140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1 805,0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1 924,9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Создание, развитие и обслуживание современной телекоммуникационной инфраструктуры администрация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32 1 02 00000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710,6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657,8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"Информатизация органов местного самоуправления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32 1 02 10140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710,6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657,8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32 1 02 10140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710,6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657,8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Развитие специальных информационных и информационно-технологических систем обеспечения деятельности органов местного самоуправления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32 1 03 00000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1 962,2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1 815,1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"Информатизация органов местного самоуправления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32 1 03 10140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1 962,2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1 815,1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32 1 03 10140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1 962,2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1 815,1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Развитие сервисов для упрощения процедур взаимодействия населения и органов местного самоуправления муниципального образования город-курорт Геленджик с использованием информационно-коммуникационных технологий в различных сферах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32 1 04 00000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145,2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225,2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"Информатизация органов местного самоуправления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32 1 04 10140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145,2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225,2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32 1 04 10140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145,2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225,2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14.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"Поддержка казачьих обществ на территории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33 0 00 00000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24 802,2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24 802,2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"Поддержка казачьих обществ на территории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33 1 00 00000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24 802,2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24 802,2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Финансовая поддержка Геленджикского районного казачьего общества Черноморского окружного казачьего общества Кубанского войскового казачьего общества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33 1 01 00000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24 802,2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24 802,2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Финансовая поддержка Геленджикского районного казачьего общества Черноморского окружного казачьего общества Кубанского войскового казачьего общества на осуществление деятельности по охране общественного порядка на территории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33 1 01 11040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24 802,2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24 802,2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33 1 01 11040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24 802,2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24 802,2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15.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"Обеспечение безопасности населения на территории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93 558,9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93 318,3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Подпрограмма "Защита населения и территории муниципального образования город-курорт Геленджик от чрезвычайных ситуаций природного и техногенного характера"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93 455,7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93 215,1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территории муниципального образования город-курорт Геленджик от чрезвычайных ситуаций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5 328,5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5 328,5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1 929,4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1 929,4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1 893,0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1 893,0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36,0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3 399,1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3 399,1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3 004,0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3 004,0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394,4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394,4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34 1 01 00590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Организация деятельности аварийно-спасательных служб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82 227,0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81 986,4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34 1 02 00590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82 227,0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81 986,4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34 1 02 00590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73 799,1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73 798,3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34 1 02 00590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7 655,0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7 415,2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34 1 02 00590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772,9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772,9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Организация и проведение мероприятий по гражданской обороне, защите населения и территории муниципального образования город-курорт Геленджик от чрезвычайных ситуаций природного и техногенного характера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5 900,2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5 900,2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Мероприятия по предупреждению и ликвидации последствий чрезвычайных ситуаций, стихийных бедствий и их последствий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34 1 03 10540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3 409,9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3 409,9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34 1 03 10540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3 409,9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3 409,9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Система комплексного обеспечения безопасности жизнедеятельности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34 1 03 10590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2 235,4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2 235,4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34 1 03 10590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2 235,4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2 235,4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Резерв материальных ресурсов муниципального образования город-курорт Геленджик для ликвидации чрезвычайных ситуаций природного и техногенного характера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34 1 03 11100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67,7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67,7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34 1 03 11100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67,7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67,7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34 1 03 11540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187,2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187,2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34 1 03 11540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187,2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187,2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Подпрограмма "Противодействие коррупции в муниципальном образовании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Взаимодействие со средствами массовой информации, населением, институтами гражданского общества по вопросам противодействия коррупции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"Обеспечение безопасности населения на территории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34 2 01 10850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34 2 01 10850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"Обеспечение безопасности населения на территории муниципального образования город-курорт Геленджик", не вошедшие в подпрограммы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92,5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92,5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Отлов и содержание безнадзорных животных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34 9 01 00000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92,5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92,5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34 9 01 61650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92,5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92,5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34 9 01 61650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92,5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92,5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16.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гражданского общества на территории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35 0 00 00000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540,0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540,0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гражданского общества на территории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35 1 00 00000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540,0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540,0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Организация и проведение мероприятий в области укрепления гражданского единства и гармонизации межнациональных отношений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35 1 01 00000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"Развитие гражданского общества на территории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35 1 01 10910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35 1 01 10910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Поддержка социально ориентированных некоммерческих организаций в муниципальном образовании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35 1 02 00000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в целях поддержки социально ориентированных некоммерческих организаций на реализацию программ по социальной поддержке и защите граждан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35 1 02 10570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35 1 02 10570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в целях поддержки социально ориентированных некоммерческих организаций на  реализацию программ по развитию межнационального сотрудничества, сохранению и защите самобытности, культуры, языков и традиций народов Российской Федерации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35 1 02 10580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35 1 02 10580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в целях поддержки социально ориентированных некоммерческих организаций на реализацию программ в сфере патриотического (военно-патриотического) воспитания граждан Российской Федерации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35 1 02 10600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35 1 02 10600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17.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"Газификация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24 915,4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164 045,0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"Газификация муниципального образования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36 1 00 00000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24 915,4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164 045,0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Проектирование и строительство газопроводов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36 1 01 00000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24 915,4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164 045,0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36 1 01 11580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2 443,4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36 1 01 11580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2 443,4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Организация газоснабжения населения (поселений)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36 1 01 S0620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22 472,0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164 045,0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36 1 01 S0620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22 472,0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164 045,0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18.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"Профилактика экстремизма и терроризма в муниципальном образовании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37 0 00 00000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56,0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"Профилактика терроризма и экстремизма в муниципальном образовании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37 1 00 00000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56,0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Координация деятельности территориальных органов федеральных органов исполнительной власти, органов исполнительной власти субъектов Российской Федерации и администрации муниципального образования город-курорт Геленджик по планированию и реализации комплекса мер по профилактике терроризма, минимизации и ликвидации последствий его проявлений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37 1 01 00000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"Профилактика экстремизма и терроризма в муниципальном образовании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37 1 01 10920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37 1 01 10920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Координация информационно-пропагандистской, просветительской и разъяснительной работы в молодежной среде, в первую очередь среди обучающихся общеобразовательных организаций и студентов высших учебных заведений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37 1 02 00000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"Профилактика экстремизма и терроризма в муниципальном образовании город-курорт Геленджик"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37 1 02 10920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37 1 02 10920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19.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Обеспечение деятельности высшего должностного лица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1 807,3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1 807,3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Непрограммные расходы в рамках обеспечения деятельности высшего должностного лица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1 807,3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1 807,3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Глава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1 807,3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1 807,3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1 807,3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1 807,3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50 1 01 00190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1 807,3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1 807,3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20.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Обеспечение деятельности Думы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51 0 00 00000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4 605,7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4 605,7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Непрограммные расходы в рамках обеспечения деятельности Думы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51 1 00 00000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4 605,7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4 605,7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Председатель Думы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51 1 01 00000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1 671,1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1 671,1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51 1 01 00190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1 671,1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1 671,1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51 1 01 00190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1 671,1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1 671,1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Аппарат Думы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51 1 02 00000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2 934,6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2 934,6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51 1 02 00190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2 634,6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2 634,6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51 1 02 00190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2 469,1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2 469,1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51 1 02 00190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165,5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165,5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Информирование граждан о деятельности органов местного самоуправления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51 1 02 10030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51 1 02 10030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21.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Обеспечение деятельности администрации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147 328,5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147 326,7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Непрограммные расходы в рамках обеспечения деятельности администрации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147 328,5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147 326,7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Администрация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147 328,5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147 326,7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130 572,8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130 571,0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125 540,4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125 539,0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5 032,4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5 032,0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52 1 01 60070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66,0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52 1 01 60070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66,0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осуществлению регионального государственного контроля за исполнением плательщиками курортного сбора и операторами курортного сбора требований законодательства Российской Федерации и Краснодарского края, связанных с проведением эксперимента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52 1 01 60140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3 202,5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3 202,5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52 1 01 60140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3 141,5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3 141,5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52 1 01 60140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61,0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52 1 01 60190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52 1 01 60190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52 1 01 60870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640,6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640,6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52 1 01 60870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628,4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628,4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52 1 01 60870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52 1 01 60880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6 385,5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6 385,5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52 1 01 60880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6 259,4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6 259,4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52 1 01 60880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126,1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126,1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52 1 01 60890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3 458,0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3 458,0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52 1 01 60890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3 341,7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3 341,7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52 1 01 60890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116,3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116,3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52 1 01 60900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640,8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640,8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52 1 01 60900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628,3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628,3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52 1 01 60900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52 1 01 60910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640,8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640,8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52 1 01 60910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628,3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628,3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52 1 01 60910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12,5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регулированию тарифов организаций коммунального комплекса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52 1 01 60990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640,7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640,7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52 1 01 60990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628,3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628,3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52 1 01 60990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52 1 01 62340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439,6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439,6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52 1 01 62340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432,7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432,7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52 1 01 62340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6,9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52 1 01 62600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66,0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52 1 01 62600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66,0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отдельного государственного полномочия Краснодарского края по установлению регулируемых тарифов на перевозки пассажиров и багажа автомобильным и городским наземным электрическим транспортом по муниципальным маршрутам регулярных перевозок в границах муниципального образования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52 1 01 62890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325,2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325,2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52 1 01 62890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320,8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320,8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52 1 01 62890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22.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53 0 00 00000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24 328,4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24 328,4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Непрограммные расходы в рамках управления муниципальными финансами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53 1 00 00000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24 328,4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24 328,4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Обеспечение функционирования финансового управления администрации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53 1 01 00000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24 328,4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24 328,4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53 1 01 00190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24 328,4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24 328,4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53 1 01 00190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18 417,0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18 416,7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53 1 01 00190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5 911,4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5 911,7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23.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Обеспечение деятельности Контрольно-счетной палаты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54 0 00 00000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6 350,5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6 333,7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Непрограммные расходы в рамках обеспечения деятельности Контрольно-счетной палаты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54 1 00 00000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6 350,5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6 333,7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Председатель Контрольно-счетной палаты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54 1 01 00000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1 671,1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1 671,1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54 1 01 00190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1 671,1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1 671,1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54 1 01 00190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1 671,1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1 671,1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Аудиторы Контрольно-счетной палаты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54 1 02 00000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2 442,8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2 442,8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54 1 02 00190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2 442,8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2 442,8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54 1 02 00190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2 442,8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2 442,8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Аппарат Контрольно-счетной палаты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54 1 03 00000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2 236,6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2 219,8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54 1 03 00190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2 236,6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2 219,8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54 1 03 00190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1 571,1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1 571,1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54 1 03 00190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646,5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629,7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54 1 03 00190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19,0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24.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Управление имуществом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58 0 00 00000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18 025,8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18 025,8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Непрограммные расходы в рамках управления муниципальным имуществом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58 1 00 00000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18 025,8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18 025,8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Обеспечение функционирования управления имущественных отношений администрации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58 1 01 00000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14 951,0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14 951,0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58 1 01 00190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14 951,0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14 951,0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58 1 01 00190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13 934,8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13 934,8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58 1 01 00190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1 012,8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1 012,8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58 1 01 00190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3,4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Отдельные непрограммные мероприятия в рамках управления имуществом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58 1 02 00000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3 074,8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3 074,8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Мероприятия по утверждению генеральных планов, землеустройству и землепользованию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58 1 02 11050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306,0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58 1 02 11050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306,0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306,0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Оценка недвижимости, признание прав и регулирование отношений по муниципальной собственности, а также оформление прав на размещение нестационарных торговых объектов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58 1 02 20310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2 768,8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2 768,8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58 1 02 20310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2 768,8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2 768,8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25.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Иные непрограммные расходы органов местного самоуправления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4 017,6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4 128,2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99 2 00 00000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3 000,0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Создание и использование резервов финансовых  ресурсов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99 2 01 00000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3 000,0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Резервный фонд администрации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99 2 01 20590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3 000,0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99 2 01 20590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3 000,0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1 017,6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1 128,2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99 9 09 00000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1 017,6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1 128,2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Прочие выплаты по обязательствам муниципального образования город-курорт Геленджик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99 9 09 10060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1 000,0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99 9 09 10060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1 000,0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99 9 09 51200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17,6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128,2</w:t>
            </w: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5F0A21" w:rsidRPr="00F7748E" w:rsidTr="007A2D6F">
        <w:trPr>
          <w:gridAfter w:val="1"/>
          <w:wAfter w:w="219" w:type="dxa"/>
        </w:trPr>
        <w:tc>
          <w:tcPr>
            <w:tcW w:w="567" w:type="dxa"/>
            <w:shd w:val="clear" w:color="auto" w:fill="auto"/>
            <w:noWrap/>
            <w:hideMark/>
          </w:tcPr>
          <w:p w:rsidR="005F0A21" w:rsidRPr="00F7748E" w:rsidRDefault="005F0A21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shd w:val="clear" w:color="auto" w:fill="auto"/>
            <w:hideMark/>
          </w:tcPr>
          <w:p w:rsidR="005F0A21" w:rsidRDefault="005F0A21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  <w:p w:rsidR="00573818" w:rsidRPr="00F7748E" w:rsidRDefault="00573818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shd w:val="clear" w:color="auto" w:fill="auto"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99 9 09 51200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center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5F0A21" w:rsidRPr="00F7748E" w:rsidRDefault="005F0A21" w:rsidP="00F7748E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17,6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5F0A21" w:rsidRPr="00F7748E" w:rsidRDefault="005F0A21" w:rsidP="007A2D6F">
            <w:pPr>
              <w:ind w:right="-109"/>
              <w:jc w:val="right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>128,2</w:t>
            </w:r>
          </w:p>
        </w:tc>
      </w:tr>
      <w:tr w:rsidR="007A2D6F" w:rsidRPr="00F7748E" w:rsidTr="007A2D6F">
        <w:trPr>
          <w:gridAfter w:val="1"/>
          <w:wAfter w:w="219" w:type="dxa"/>
        </w:trPr>
        <w:tc>
          <w:tcPr>
            <w:tcW w:w="567" w:type="dxa"/>
            <w:shd w:val="clear" w:color="auto" w:fill="auto"/>
            <w:noWrap/>
          </w:tcPr>
          <w:p w:rsidR="007A2D6F" w:rsidRDefault="007A2D6F" w:rsidP="00E25C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4395" w:type="dxa"/>
            <w:gridSpan w:val="2"/>
            <w:shd w:val="clear" w:color="auto" w:fill="auto"/>
            <w:vAlign w:val="bottom"/>
          </w:tcPr>
          <w:p w:rsidR="007A2D6F" w:rsidRDefault="007A2D6F" w:rsidP="00E25C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7A2D6F" w:rsidRDefault="007A2D6F" w:rsidP="00E25C1C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7A2D6F" w:rsidRDefault="007A2D6F" w:rsidP="00E25C1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</w:tcPr>
          <w:p w:rsidR="007A2D6F" w:rsidRDefault="007A2D6F" w:rsidP="007A2D6F">
            <w:pPr>
              <w:ind w:right="-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62 628,4</w:t>
            </w:r>
          </w:p>
        </w:tc>
        <w:tc>
          <w:tcPr>
            <w:tcW w:w="1275" w:type="dxa"/>
            <w:shd w:val="clear" w:color="auto" w:fill="auto"/>
            <w:noWrap/>
          </w:tcPr>
          <w:p w:rsidR="007A2D6F" w:rsidRDefault="007A2D6F" w:rsidP="007A2D6F">
            <w:pPr>
              <w:ind w:right="-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113 745,2»</w:t>
            </w:r>
          </w:p>
        </w:tc>
      </w:tr>
      <w:tr w:rsidR="007A2D6F" w:rsidRPr="00F7748E" w:rsidTr="007A2D6F">
        <w:trPr>
          <w:gridAfter w:val="1"/>
          <w:wAfter w:w="219" w:type="dxa"/>
        </w:trPr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7A2D6F" w:rsidRPr="00F7748E" w:rsidRDefault="007A2D6F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7A2D6F" w:rsidRPr="00F7748E" w:rsidRDefault="007A2D6F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7A2D6F" w:rsidRPr="00F7748E" w:rsidRDefault="007A2D6F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7A2D6F" w:rsidRPr="00F7748E" w:rsidRDefault="007A2D6F" w:rsidP="00F7748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7A2D6F" w:rsidRPr="00F7748E" w:rsidRDefault="007A2D6F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7A2D6F" w:rsidRPr="00F7748E" w:rsidRDefault="007A2D6F" w:rsidP="00F7748E">
            <w:pPr>
              <w:ind w:right="-109"/>
              <w:jc w:val="right"/>
              <w:rPr>
                <w:sz w:val="24"/>
                <w:szCs w:val="24"/>
              </w:rPr>
            </w:pPr>
          </w:p>
        </w:tc>
      </w:tr>
      <w:tr w:rsidR="007A2D6F" w:rsidRPr="00F7748E" w:rsidTr="007A2D6F"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D6F" w:rsidRPr="00F7748E" w:rsidRDefault="007A2D6F" w:rsidP="005F0A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2D6F" w:rsidRPr="00F7748E" w:rsidRDefault="007A2D6F" w:rsidP="005F0A21">
            <w:pPr>
              <w:jc w:val="both"/>
              <w:rPr>
                <w:sz w:val="24"/>
                <w:szCs w:val="24"/>
              </w:rPr>
            </w:pPr>
            <w:r w:rsidRPr="00F774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2D6F" w:rsidRPr="00F7748E" w:rsidRDefault="007A2D6F" w:rsidP="005F0A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D6F" w:rsidRPr="00F7748E" w:rsidRDefault="007A2D6F" w:rsidP="005F0A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D6F" w:rsidRPr="00F7748E" w:rsidRDefault="007A2D6F" w:rsidP="005F0A2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2D6F" w:rsidRPr="00F7748E" w:rsidRDefault="007A2D6F" w:rsidP="005F0A21">
            <w:pPr>
              <w:jc w:val="right"/>
              <w:rPr>
                <w:sz w:val="24"/>
                <w:szCs w:val="24"/>
              </w:rPr>
            </w:pPr>
          </w:p>
        </w:tc>
      </w:tr>
      <w:tr w:rsidR="007A2D6F" w:rsidTr="007A2D6F">
        <w:tc>
          <w:tcPr>
            <w:tcW w:w="52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2D6F" w:rsidRDefault="007A2D6F" w:rsidP="00573818">
            <w:pPr>
              <w:rPr>
                <w:szCs w:val="28"/>
              </w:rPr>
            </w:pPr>
            <w:r>
              <w:rPr>
                <w:szCs w:val="28"/>
              </w:rPr>
              <w:t xml:space="preserve">Глава муниципального образования </w:t>
            </w:r>
            <w:r>
              <w:rPr>
                <w:szCs w:val="28"/>
              </w:rPr>
              <w:br/>
              <w:t>город-курорт Геленджик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2D6F" w:rsidRDefault="007A2D6F" w:rsidP="005F0A21">
            <w:pPr>
              <w:rPr>
                <w:szCs w:val="28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D6F" w:rsidRDefault="007A2D6F" w:rsidP="005F0A21">
            <w:pPr>
              <w:rPr>
                <w:szCs w:val="28"/>
              </w:rPr>
            </w:pPr>
          </w:p>
        </w:tc>
        <w:tc>
          <w:tcPr>
            <w:tcW w:w="31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2D6F" w:rsidRDefault="007A2D6F" w:rsidP="005F0A2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А.А. Богодистов </w:t>
            </w:r>
          </w:p>
        </w:tc>
      </w:tr>
    </w:tbl>
    <w:p w:rsidR="005F0A21" w:rsidRPr="003F18D2" w:rsidRDefault="005F0A21" w:rsidP="005F0A21"/>
    <w:p w:rsidR="002500BB" w:rsidRPr="005F0A21" w:rsidRDefault="002500BB" w:rsidP="005F0A21"/>
    <w:sectPr w:rsidR="002500BB" w:rsidRPr="005F0A21" w:rsidSect="00F7748E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D0A" w:rsidRDefault="00D46D0A" w:rsidP="00E12559">
      <w:r>
        <w:separator/>
      </w:r>
    </w:p>
  </w:endnote>
  <w:endnote w:type="continuationSeparator" w:id="0">
    <w:p w:rsidR="00D46D0A" w:rsidRDefault="00D46D0A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D0A" w:rsidRDefault="00D46D0A" w:rsidP="00E12559">
      <w:r>
        <w:separator/>
      </w:r>
    </w:p>
  </w:footnote>
  <w:footnote w:type="continuationSeparator" w:id="0">
    <w:p w:rsidR="00D46D0A" w:rsidRDefault="00D46D0A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41082"/>
      <w:docPartObj>
        <w:docPartGallery w:val="Page Numbers (Top of Page)"/>
        <w:docPartUnique/>
      </w:docPartObj>
    </w:sdtPr>
    <w:sdtEndPr/>
    <w:sdtContent>
      <w:p w:rsidR="00D46D0A" w:rsidRDefault="00D46D0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120C">
          <w:rPr>
            <w:noProof/>
          </w:rPr>
          <w:t>58</w:t>
        </w:r>
        <w:r>
          <w:rPr>
            <w:noProof/>
          </w:rPr>
          <w:fldChar w:fldCharType="end"/>
        </w:r>
      </w:p>
    </w:sdtContent>
  </w:sdt>
  <w:p w:rsidR="00D46D0A" w:rsidRDefault="00D46D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A21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818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0A21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2D6F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6D0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7748E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20C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5E1CFA3-0CD9-4AC3-ADF5-1A8DB543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D46D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6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67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VSYAN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PlanningNormal.dotm</Template>
  <TotalTime>31</TotalTime>
  <Pages>58</Pages>
  <Words>13284</Words>
  <Characters>75725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88832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Admin-PC</cp:lastModifiedBy>
  <cp:revision>4</cp:revision>
  <cp:lastPrinted>2020-09-24T09:39:00Z</cp:lastPrinted>
  <dcterms:created xsi:type="dcterms:W3CDTF">2020-09-24T09:10:00Z</dcterms:created>
  <dcterms:modified xsi:type="dcterms:W3CDTF">2020-09-28T07:55:00Z</dcterms:modified>
</cp:coreProperties>
</file>